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>
      <w:pPr>
        <w:pStyle w:val="Nadpis2"/>
        <w:jc w:val="center"/>
        <w:rPr>
          <w:sz w:val="28"/>
          <w:szCs w:val="28"/>
        </w:rPr>
      </w:pPr>
      <w:r>
        <w:rPr>
          <w:rFonts w:eastAsia="Times New Roman" w:cs="Arial" w:ascii="Times New Roman" w:hAnsi="Times New Roman"/>
          <w:b/>
          <w:i w:val="false"/>
          <w:color w:val="auto"/>
          <w:kern w:val="0"/>
          <w:sz w:val="28"/>
          <w:szCs w:val="28"/>
          <w:lang w:val="cs-CZ" w:eastAsia="zh-CN" w:bidi="ar-SA"/>
        </w:rPr>
        <w:t>Přístupová komunikace pro pěší NMnM-Petrovice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cs="Arial"/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fillcolor="white" stroked="f" style="position:absolute;margin-left:223.7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eastAsia="Times New Roman" w:cs="Arial"/>
        <w:b w:val="false"/>
        <w:bCs w:val="false"/>
        <w:color w:val="auto"/>
        <w:kern w:val="0"/>
        <w:sz w:val="22"/>
        <w:szCs w:val="22"/>
        <w:lang w:val="cs-CZ" w:eastAsia="zh-CN" w:bidi="ar-SA"/>
      </w:rPr>
      <w:t>Přístupová komunikace pro pěší NMnM-Petrovice</w:t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228</TotalTime>
  <Application>LibreOffice/6.3.1.2$Windows_x86 LibreOffice_project/b79626edf0065ac373bd1df5c28bd630b4424273</Application>
  <Pages>2</Pages>
  <Words>210</Words>
  <Characters>1361</Characters>
  <CharactersWithSpaces>1733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2024-11-07T13:21:09Z</dcterms:modified>
  <cp:revision>8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